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3EC45B-32F1-45D5-AA14-D7772A8E3DC8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